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CBBED" w14:textId="46109BEE" w:rsidR="00463F67" w:rsidRDefault="004378EC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2D07C78782444D32A8A1EE3E66E251A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85AD0" w:rsidRPr="00785AD0">
            <w:rPr>
              <w:kern w:val="32"/>
              <w:szCs w:val="24"/>
            </w:rPr>
            <w:t>Form A12 General emergency competency training course and competency check report form</w:t>
          </w:r>
        </w:sdtContent>
      </w:sdt>
    </w:p>
    <w:p w14:paraId="4E6E9232" w14:textId="77777777" w:rsidR="00B04D75" w:rsidRPr="002F6F85" w:rsidRDefault="00B04D75" w:rsidP="00B04D75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838"/>
        <w:gridCol w:w="3402"/>
        <w:gridCol w:w="2268"/>
        <w:gridCol w:w="2120"/>
      </w:tblGrid>
      <w:tr w:rsidR="00B04D75" w:rsidRPr="00102F1E" w14:paraId="2A451D1D" w14:textId="77777777" w:rsidTr="00342BCC">
        <w:trPr>
          <w:trHeight w:val="446"/>
        </w:trPr>
        <w:tc>
          <w:tcPr>
            <w:tcW w:w="1838" w:type="dxa"/>
          </w:tcPr>
          <w:p w14:paraId="02EB6DD9" w14:textId="77777777" w:rsidR="00B04D75" w:rsidRPr="00102F1E" w:rsidRDefault="00B04D75" w:rsidP="002E159E">
            <w:pPr>
              <w:rPr>
                <w:rStyle w:val="bold"/>
              </w:rPr>
            </w:pPr>
            <w:r>
              <w:rPr>
                <w:rStyle w:val="bold"/>
              </w:rPr>
              <w:t>Pilot name:</w:t>
            </w:r>
          </w:p>
        </w:tc>
        <w:tc>
          <w:tcPr>
            <w:tcW w:w="3402" w:type="dxa"/>
          </w:tcPr>
          <w:p w14:paraId="1CE1BD9B" w14:textId="77777777" w:rsidR="00B04D75" w:rsidRPr="00102F1E" w:rsidRDefault="00B04D75" w:rsidP="002E159E"/>
        </w:tc>
        <w:tc>
          <w:tcPr>
            <w:tcW w:w="2268" w:type="dxa"/>
          </w:tcPr>
          <w:p w14:paraId="1B339764" w14:textId="77777777" w:rsidR="00B04D75" w:rsidRPr="00102F1E" w:rsidRDefault="00B04D75" w:rsidP="002E159E">
            <w:pPr>
              <w:rPr>
                <w:rStyle w:val="bold"/>
              </w:rPr>
            </w:pPr>
            <w:r>
              <w:rPr>
                <w:rStyle w:val="bold"/>
              </w:rPr>
              <w:t>ARN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2120" w:type="dxa"/>
          </w:tcPr>
          <w:p w14:paraId="254384A9" w14:textId="77777777" w:rsidR="00B04D75" w:rsidRPr="00102F1E" w:rsidRDefault="00B04D75" w:rsidP="002E159E"/>
        </w:tc>
      </w:tr>
    </w:tbl>
    <w:p w14:paraId="7E74B7D0" w14:textId="458469B9" w:rsidR="00342BCC" w:rsidRPr="002F6F85" w:rsidRDefault="00342BCC" w:rsidP="00342BCC">
      <w:pPr>
        <w:pStyle w:val="Heading4"/>
        <w:rPr>
          <w:rStyle w:val="bold"/>
        </w:rPr>
      </w:pPr>
      <w:r w:rsidRPr="00342BCC">
        <w:rPr>
          <w:rStyle w:val="bold"/>
        </w:rPr>
        <w:t>Training element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838"/>
        <w:gridCol w:w="3402"/>
        <w:gridCol w:w="2268"/>
        <w:gridCol w:w="2120"/>
      </w:tblGrid>
      <w:tr w:rsidR="00342BCC" w:rsidRPr="00102F1E" w14:paraId="60475313" w14:textId="77777777" w:rsidTr="00342BCC">
        <w:trPr>
          <w:trHeight w:val="446"/>
        </w:trPr>
        <w:tc>
          <w:tcPr>
            <w:tcW w:w="1838" w:type="dxa"/>
          </w:tcPr>
          <w:p w14:paraId="5EBCAF15" w14:textId="6F1A7A60" w:rsidR="00342BCC" w:rsidRPr="00342BCC" w:rsidRDefault="00342BCC" w:rsidP="00342BCC">
            <w:pPr>
              <w:rPr>
                <w:rStyle w:val="bold"/>
              </w:rPr>
            </w:pPr>
            <w:r w:rsidRPr="00342BCC">
              <w:rPr>
                <w:rStyle w:val="bold"/>
              </w:rPr>
              <w:t>Trainer name</w:t>
            </w:r>
          </w:p>
        </w:tc>
        <w:tc>
          <w:tcPr>
            <w:tcW w:w="3402" w:type="dxa"/>
          </w:tcPr>
          <w:p w14:paraId="079590AC" w14:textId="77777777" w:rsidR="00342BCC" w:rsidRPr="00102F1E" w:rsidRDefault="00342BCC" w:rsidP="00342BCC"/>
        </w:tc>
        <w:tc>
          <w:tcPr>
            <w:tcW w:w="2268" w:type="dxa"/>
          </w:tcPr>
          <w:p w14:paraId="0FDBDA5F" w14:textId="4DBF6991" w:rsidR="00342BCC" w:rsidRPr="00342BCC" w:rsidRDefault="00342BCC" w:rsidP="00342BCC">
            <w:pPr>
              <w:rPr>
                <w:rStyle w:val="bold"/>
              </w:rPr>
            </w:pPr>
            <w:r w:rsidRPr="00342BCC">
              <w:rPr>
                <w:rStyle w:val="bold"/>
              </w:rPr>
              <w:t>Date of training</w:t>
            </w:r>
          </w:p>
        </w:tc>
        <w:tc>
          <w:tcPr>
            <w:tcW w:w="2120" w:type="dxa"/>
          </w:tcPr>
          <w:p w14:paraId="005537B9" w14:textId="77777777" w:rsidR="00342BCC" w:rsidRPr="00102F1E" w:rsidRDefault="00342BCC" w:rsidP="00342BCC"/>
        </w:tc>
      </w:tr>
      <w:tr w:rsidR="00342BCC" w:rsidRPr="00102F1E" w14:paraId="0AF29D8D" w14:textId="77777777" w:rsidTr="00342BCC">
        <w:trPr>
          <w:trHeight w:val="424"/>
        </w:trPr>
        <w:tc>
          <w:tcPr>
            <w:tcW w:w="1838" w:type="dxa"/>
          </w:tcPr>
          <w:p w14:paraId="2B4AF9D0" w14:textId="4DF7D1C9" w:rsidR="00342BCC" w:rsidRPr="00342BCC" w:rsidRDefault="00342BCC" w:rsidP="00342BCC">
            <w:pPr>
              <w:rPr>
                <w:rStyle w:val="bold"/>
              </w:rPr>
            </w:pPr>
            <w:r w:rsidRPr="00342BCC">
              <w:rPr>
                <w:rStyle w:val="bold"/>
              </w:rPr>
              <w:t>Kind of aircraft</w:t>
            </w:r>
          </w:p>
        </w:tc>
        <w:tc>
          <w:tcPr>
            <w:tcW w:w="3402" w:type="dxa"/>
          </w:tcPr>
          <w:p w14:paraId="765E76BA" w14:textId="77777777" w:rsidR="00342BCC" w:rsidRPr="00102F1E" w:rsidRDefault="00342BCC" w:rsidP="00342BCC"/>
        </w:tc>
        <w:tc>
          <w:tcPr>
            <w:tcW w:w="2268" w:type="dxa"/>
          </w:tcPr>
          <w:p w14:paraId="20FDB96E" w14:textId="76AAD864" w:rsidR="00342BCC" w:rsidRPr="00342BCC" w:rsidRDefault="00342BCC" w:rsidP="00342BCC">
            <w:pPr>
              <w:rPr>
                <w:rStyle w:val="bold"/>
              </w:rPr>
            </w:pPr>
            <w:r w:rsidRPr="00342BCC">
              <w:rPr>
                <w:rStyle w:val="bold"/>
              </w:rPr>
              <w:t>Aircraft Registration</w:t>
            </w:r>
          </w:p>
        </w:tc>
        <w:tc>
          <w:tcPr>
            <w:tcW w:w="2120" w:type="dxa"/>
          </w:tcPr>
          <w:p w14:paraId="40BF6E2D" w14:textId="77777777" w:rsidR="00342BCC" w:rsidRPr="00102F1E" w:rsidRDefault="00342BCC" w:rsidP="00342BCC"/>
        </w:tc>
      </w:tr>
    </w:tbl>
    <w:p w14:paraId="0D0175BC" w14:textId="77777777" w:rsidR="00EF45F6" w:rsidRPr="00A96FED" w:rsidRDefault="00EF45F6" w:rsidP="00EF45F6">
      <w:pPr>
        <w:pStyle w:val="subNormal"/>
      </w:pPr>
    </w:p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8217"/>
        <w:gridCol w:w="1417"/>
      </w:tblGrid>
      <w:tr w:rsidR="00EF45F6" w:rsidRPr="00A96FED" w14:paraId="401FBDA9" w14:textId="77777777" w:rsidTr="00757E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"/>
          <w:tblHeader/>
        </w:trPr>
        <w:tc>
          <w:tcPr>
            <w:tcW w:w="8217" w:type="dxa"/>
          </w:tcPr>
          <w:p w14:paraId="0C0E6605" w14:textId="77777777" w:rsidR="00EF45F6" w:rsidRPr="000D5BEA" w:rsidRDefault="00EF45F6" w:rsidP="00F3353D">
            <w:r w:rsidRPr="00A96FED">
              <w:t>Subjects / Discussion points</w:t>
            </w:r>
          </w:p>
        </w:tc>
        <w:tc>
          <w:tcPr>
            <w:tcW w:w="1417" w:type="dxa"/>
          </w:tcPr>
          <w:p w14:paraId="1F6C948D" w14:textId="77777777" w:rsidR="00EF45F6" w:rsidRPr="000D5BEA" w:rsidRDefault="00EF45F6" w:rsidP="00F3353D">
            <w:r w:rsidRPr="00A96FED">
              <w:t>Complete</w:t>
            </w:r>
          </w:p>
          <w:p w14:paraId="238BAAAF" w14:textId="77777777" w:rsidR="00EF45F6" w:rsidRPr="000D5BEA" w:rsidRDefault="00EF45F6" w:rsidP="00F3353D">
            <w:r w:rsidRPr="00A96FED">
              <w:t>Yes / No</w:t>
            </w:r>
          </w:p>
        </w:tc>
      </w:tr>
      <w:tr w:rsidR="00EF45F6" w:rsidRPr="00A96FED" w14:paraId="3E65E665" w14:textId="77777777" w:rsidTr="00757EA2">
        <w:trPr>
          <w:trHeight w:val="19"/>
        </w:trPr>
        <w:tc>
          <w:tcPr>
            <w:tcW w:w="8217" w:type="dxa"/>
          </w:tcPr>
          <w:p w14:paraId="1CBBDE2E" w14:textId="77777777" w:rsidR="00EF45F6" w:rsidRPr="000D5BEA" w:rsidRDefault="00EF45F6" w:rsidP="00F3353D">
            <w:pPr>
              <w:pStyle w:val="Tabletext"/>
            </w:pPr>
            <w:r w:rsidRPr="00A96FED">
              <w:t xml:space="preserve">General emergency and survival procedures </w:t>
            </w:r>
          </w:p>
        </w:tc>
        <w:tc>
          <w:tcPr>
            <w:tcW w:w="1417" w:type="dxa"/>
          </w:tcPr>
          <w:p w14:paraId="6E473FC2" w14:textId="77777777" w:rsidR="00EF45F6" w:rsidRPr="00A96FED" w:rsidRDefault="00EF45F6" w:rsidP="00F3353D">
            <w:pPr>
              <w:pStyle w:val="Tabletext"/>
            </w:pPr>
          </w:p>
        </w:tc>
      </w:tr>
      <w:tr w:rsidR="00EF45F6" w:rsidRPr="00A96FED" w14:paraId="29FB7887" w14:textId="77777777" w:rsidTr="00757EA2">
        <w:trPr>
          <w:trHeight w:val="19"/>
        </w:trPr>
        <w:tc>
          <w:tcPr>
            <w:tcW w:w="8217" w:type="dxa"/>
          </w:tcPr>
          <w:p w14:paraId="66448057" w14:textId="77777777" w:rsidR="00EF45F6" w:rsidRPr="000D5BEA" w:rsidRDefault="00EF45F6" w:rsidP="00F3353D">
            <w:pPr>
              <w:pStyle w:val="Tabletext"/>
            </w:pPr>
            <w:r w:rsidRPr="00A96FED">
              <w:t>Aircraft evacuation procedures</w:t>
            </w:r>
          </w:p>
        </w:tc>
        <w:tc>
          <w:tcPr>
            <w:tcW w:w="1417" w:type="dxa"/>
          </w:tcPr>
          <w:p w14:paraId="6CFC66AA" w14:textId="77777777" w:rsidR="00EF45F6" w:rsidRPr="00A96FED" w:rsidRDefault="00EF45F6" w:rsidP="00F3353D">
            <w:pPr>
              <w:pStyle w:val="Tabletext"/>
            </w:pPr>
          </w:p>
        </w:tc>
      </w:tr>
      <w:tr w:rsidR="00EF45F6" w:rsidRPr="00A96FED" w14:paraId="08EEF387" w14:textId="77777777" w:rsidTr="00757EA2">
        <w:trPr>
          <w:trHeight w:val="19"/>
        </w:trPr>
        <w:tc>
          <w:tcPr>
            <w:tcW w:w="8217" w:type="dxa"/>
          </w:tcPr>
          <w:p w14:paraId="2F4B94C2" w14:textId="77777777" w:rsidR="00EF45F6" w:rsidRPr="000D5BEA" w:rsidRDefault="00EF45F6" w:rsidP="00F3353D">
            <w:pPr>
              <w:pStyle w:val="Tabletext"/>
            </w:pPr>
            <w:r w:rsidRPr="00A96FED">
              <w:t>Procedures for dealing with emergency situations</w:t>
            </w:r>
          </w:p>
        </w:tc>
        <w:tc>
          <w:tcPr>
            <w:tcW w:w="1417" w:type="dxa"/>
          </w:tcPr>
          <w:p w14:paraId="0196956C" w14:textId="77777777" w:rsidR="00EF45F6" w:rsidRPr="00A96FED" w:rsidRDefault="00EF45F6" w:rsidP="00F3353D">
            <w:pPr>
              <w:pStyle w:val="Tabletext"/>
            </w:pPr>
          </w:p>
        </w:tc>
      </w:tr>
      <w:tr w:rsidR="00EF45F6" w:rsidRPr="00A96FED" w14:paraId="0E160E8C" w14:textId="77777777" w:rsidTr="00757EA2">
        <w:trPr>
          <w:trHeight w:val="19"/>
        </w:trPr>
        <w:tc>
          <w:tcPr>
            <w:tcW w:w="8217" w:type="dxa"/>
          </w:tcPr>
          <w:p w14:paraId="52014AB9" w14:textId="77777777" w:rsidR="00EF45F6" w:rsidRPr="000D5BEA" w:rsidRDefault="00EF45F6" w:rsidP="00F3353D">
            <w:pPr>
              <w:pStyle w:val="Tabletext"/>
            </w:pPr>
            <w:r w:rsidRPr="00A96FED">
              <w:t xml:space="preserve">Procedures for location, removal and use of safety </w:t>
            </w:r>
            <w:r w:rsidRPr="000D5BEA">
              <w:t>equipment</w:t>
            </w:r>
          </w:p>
        </w:tc>
        <w:tc>
          <w:tcPr>
            <w:tcW w:w="1417" w:type="dxa"/>
          </w:tcPr>
          <w:p w14:paraId="169C87E5" w14:textId="77777777" w:rsidR="00EF45F6" w:rsidRPr="00A96FED" w:rsidRDefault="00EF45F6" w:rsidP="00F3353D">
            <w:pPr>
              <w:pStyle w:val="Tabletext"/>
            </w:pPr>
          </w:p>
        </w:tc>
      </w:tr>
    </w:tbl>
    <w:p w14:paraId="53AAD5B2" w14:textId="77777777" w:rsidR="00757EA2" w:rsidRDefault="00757EA2" w:rsidP="00757EA2">
      <w:pPr>
        <w:pStyle w:val="NotesBoxHeading"/>
      </w:pPr>
      <w:r>
        <w:t>Comments</w:t>
      </w:r>
    </w:p>
    <w:p w14:paraId="5BD4F8E3" w14:textId="77777777" w:rsidR="00757EA2" w:rsidRDefault="00757EA2" w:rsidP="00757EA2">
      <w:pPr>
        <w:pStyle w:val="NotesBoxText"/>
      </w:pPr>
    </w:p>
    <w:p w14:paraId="145CF389" w14:textId="77777777" w:rsidR="00757EA2" w:rsidRDefault="00757EA2" w:rsidP="00757EA2">
      <w:pPr>
        <w:pStyle w:val="NotesBoxText"/>
      </w:pPr>
    </w:p>
    <w:p w14:paraId="7E487928" w14:textId="77777777" w:rsidR="00757EA2" w:rsidRDefault="00757EA2" w:rsidP="00757EA2">
      <w:pPr>
        <w:pStyle w:val="NotesBoxText"/>
      </w:pPr>
    </w:p>
    <w:p w14:paraId="32979E1E" w14:textId="77777777" w:rsidR="00757EA2" w:rsidRDefault="00757EA2" w:rsidP="00757EA2">
      <w:pPr>
        <w:pStyle w:val="NotesBoxText"/>
      </w:pPr>
    </w:p>
    <w:p w14:paraId="4CF784CB" w14:textId="77777777" w:rsidR="00757EA2" w:rsidRDefault="00757EA2" w:rsidP="00757EA2">
      <w:pPr>
        <w:pStyle w:val="NotesBoxText"/>
      </w:pPr>
    </w:p>
    <w:p w14:paraId="0CAD63A0" w14:textId="7063E85B" w:rsidR="00757EA2" w:rsidRDefault="00757EA2" w:rsidP="00757EA2">
      <w:pPr>
        <w:spacing w:line="360" w:lineRule="auto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757EA2" w:rsidRPr="00916430" w14:paraId="284AAEDA" w14:textId="77777777" w:rsidTr="002E159E">
        <w:trPr>
          <w:trHeight w:val="582"/>
        </w:trPr>
        <w:tc>
          <w:tcPr>
            <w:tcW w:w="2570" w:type="dxa"/>
          </w:tcPr>
          <w:p w14:paraId="72D3A5B9" w14:textId="77777777" w:rsidR="00757EA2" w:rsidRPr="00D642BC" w:rsidRDefault="00757EA2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3C8997AE" w14:textId="77777777" w:rsidR="00757EA2" w:rsidRPr="00FF4792" w:rsidRDefault="00757EA2" w:rsidP="002E159E">
            <w:pPr>
              <w:pStyle w:val="normalafterlisttable"/>
            </w:pPr>
          </w:p>
        </w:tc>
        <w:tc>
          <w:tcPr>
            <w:tcW w:w="807" w:type="dxa"/>
          </w:tcPr>
          <w:p w14:paraId="058CB03A" w14:textId="77777777" w:rsidR="00757EA2" w:rsidRPr="00D642BC" w:rsidRDefault="00757EA2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01515586" w14:textId="77777777" w:rsidR="00757EA2" w:rsidRPr="00916430" w:rsidRDefault="00757EA2" w:rsidP="002E159E">
            <w:pPr>
              <w:pStyle w:val="normalafterlisttable"/>
            </w:pPr>
          </w:p>
        </w:tc>
      </w:tr>
      <w:tr w:rsidR="00757EA2" w:rsidRPr="00916430" w14:paraId="1B5B4168" w14:textId="77777777" w:rsidTr="002E159E">
        <w:trPr>
          <w:trHeight w:val="582"/>
        </w:trPr>
        <w:tc>
          <w:tcPr>
            <w:tcW w:w="2570" w:type="dxa"/>
          </w:tcPr>
          <w:p w14:paraId="3C329989" w14:textId="5087DE64" w:rsidR="00757EA2" w:rsidRPr="00D642BC" w:rsidRDefault="00757EA2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HOO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C38E6B8" w14:textId="77777777" w:rsidR="00757EA2" w:rsidRPr="00FF4792" w:rsidRDefault="00757EA2" w:rsidP="002E159E">
            <w:pPr>
              <w:pStyle w:val="normalafterlisttable"/>
            </w:pPr>
          </w:p>
        </w:tc>
        <w:tc>
          <w:tcPr>
            <w:tcW w:w="807" w:type="dxa"/>
          </w:tcPr>
          <w:p w14:paraId="2DF82BC3" w14:textId="77777777" w:rsidR="00757EA2" w:rsidRPr="00D642BC" w:rsidRDefault="00757EA2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4B3A8B1" w14:textId="77777777" w:rsidR="00757EA2" w:rsidRPr="00916430" w:rsidRDefault="00757EA2" w:rsidP="002E159E">
            <w:pPr>
              <w:pStyle w:val="normalafterlisttable"/>
            </w:pPr>
          </w:p>
        </w:tc>
      </w:tr>
    </w:tbl>
    <w:p w14:paraId="0DC07D22" w14:textId="77777777" w:rsidR="00C97F30" w:rsidRDefault="00C97F30">
      <w:pPr>
        <w:suppressAutoHyphens w:val="0"/>
        <w:rPr>
          <w:rFonts w:asciiTheme="majorHAnsi" w:eastAsiaTheme="majorEastAsia" w:hAnsiTheme="majorHAnsi" w:cstheme="majorBidi"/>
          <w:b/>
          <w:iCs/>
          <w:color w:val="023E5C" w:themeColor="text2"/>
          <w:kern w:val="32"/>
          <w:sz w:val="24"/>
          <w:szCs w:val="24"/>
        </w:rPr>
      </w:pPr>
      <w:r>
        <w:br w:type="page"/>
      </w:r>
    </w:p>
    <w:p w14:paraId="7C2C1B44" w14:textId="0FD90C25" w:rsidR="00886497" w:rsidRPr="002F6F85" w:rsidRDefault="00886497" w:rsidP="00886497">
      <w:pPr>
        <w:pStyle w:val="Heading4"/>
        <w:rPr>
          <w:rStyle w:val="bold"/>
        </w:rPr>
      </w:pPr>
      <w:r>
        <w:rPr>
          <w:rStyle w:val="bold"/>
        </w:rPr>
        <w:lastRenderedPageBreak/>
        <w:t>Competency check</w:t>
      </w:r>
      <w:r w:rsidRPr="00342BCC">
        <w:rPr>
          <w:rStyle w:val="bold"/>
        </w:rPr>
        <w:t xml:space="preserve"> element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838"/>
        <w:gridCol w:w="3402"/>
        <w:gridCol w:w="2268"/>
        <w:gridCol w:w="2120"/>
      </w:tblGrid>
      <w:tr w:rsidR="00886497" w:rsidRPr="00102F1E" w14:paraId="0584B2C6" w14:textId="77777777" w:rsidTr="002E159E">
        <w:trPr>
          <w:trHeight w:val="446"/>
        </w:trPr>
        <w:tc>
          <w:tcPr>
            <w:tcW w:w="1838" w:type="dxa"/>
          </w:tcPr>
          <w:p w14:paraId="431EEFCC" w14:textId="4D1AE72E" w:rsidR="00886497" w:rsidRPr="00342BCC" w:rsidRDefault="00886497" w:rsidP="002E159E">
            <w:pPr>
              <w:rPr>
                <w:rStyle w:val="bold"/>
              </w:rPr>
            </w:pPr>
            <w:r>
              <w:rPr>
                <w:rStyle w:val="bold"/>
              </w:rPr>
              <w:t>Checker</w:t>
            </w:r>
            <w:r w:rsidRPr="00342BCC">
              <w:rPr>
                <w:rStyle w:val="bold"/>
              </w:rPr>
              <w:t xml:space="preserve"> name</w:t>
            </w:r>
          </w:p>
        </w:tc>
        <w:tc>
          <w:tcPr>
            <w:tcW w:w="3402" w:type="dxa"/>
          </w:tcPr>
          <w:p w14:paraId="14E234C3" w14:textId="77777777" w:rsidR="00886497" w:rsidRPr="00102F1E" w:rsidRDefault="00886497" w:rsidP="002E159E"/>
        </w:tc>
        <w:tc>
          <w:tcPr>
            <w:tcW w:w="2268" w:type="dxa"/>
          </w:tcPr>
          <w:p w14:paraId="450ED38A" w14:textId="67BB8CF1" w:rsidR="00886497" w:rsidRPr="00342BCC" w:rsidRDefault="00886497" w:rsidP="002E159E">
            <w:pPr>
              <w:rPr>
                <w:rStyle w:val="bold"/>
              </w:rPr>
            </w:pPr>
            <w:r w:rsidRPr="00342BCC">
              <w:rPr>
                <w:rStyle w:val="bold"/>
              </w:rPr>
              <w:t xml:space="preserve">Date of </w:t>
            </w:r>
            <w:r>
              <w:rPr>
                <w:rStyle w:val="bold"/>
              </w:rPr>
              <w:t>check</w:t>
            </w:r>
          </w:p>
        </w:tc>
        <w:tc>
          <w:tcPr>
            <w:tcW w:w="2120" w:type="dxa"/>
          </w:tcPr>
          <w:p w14:paraId="64D61F89" w14:textId="77777777" w:rsidR="00886497" w:rsidRPr="00102F1E" w:rsidRDefault="00886497" w:rsidP="002E159E"/>
        </w:tc>
      </w:tr>
      <w:tr w:rsidR="00886497" w:rsidRPr="00102F1E" w14:paraId="53924EBE" w14:textId="77777777" w:rsidTr="002E159E">
        <w:trPr>
          <w:trHeight w:val="424"/>
        </w:trPr>
        <w:tc>
          <w:tcPr>
            <w:tcW w:w="1838" w:type="dxa"/>
          </w:tcPr>
          <w:p w14:paraId="4ECB0DE7" w14:textId="0DA0B015" w:rsidR="00886497" w:rsidRPr="00342BCC" w:rsidRDefault="00886497" w:rsidP="002E159E">
            <w:pPr>
              <w:rPr>
                <w:rStyle w:val="bold"/>
              </w:rPr>
            </w:pPr>
            <w:r>
              <w:rPr>
                <w:rStyle w:val="bold"/>
              </w:rPr>
              <w:t>Initial check?</w:t>
            </w:r>
          </w:p>
        </w:tc>
        <w:tc>
          <w:tcPr>
            <w:tcW w:w="3402" w:type="dxa"/>
          </w:tcPr>
          <w:p w14:paraId="5EE124B1" w14:textId="2437F604" w:rsidR="00886497" w:rsidRPr="00102F1E" w:rsidRDefault="004378EC" w:rsidP="002E159E">
            <w:sdt>
              <w:sdtPr>
                <w:id w:val="1505622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4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6497">
              <w:t xml:space="preserve"> </w:t>
            </w:r>
            <w:r w:rsidR="00886497" w:rsidRPr="00EF637A">
              <w:t>Yes</w:t>
            </w:r>
            <w:r w:rsidR="00886497">
              <w:tab/>
            </w:r>
            <w:sdt>
              <w:sdtPr>
                <w:id w:val="82659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4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6497">
              <w:t xml:space="preserve"> </w:t>
            </w:r>
            <w:r w:rsidR="00886497" w:rsidRPr="00EF637A">
              <w:t>No</w:t>
            </w:r>
          </w:p>
        </w:tc>
        <w:tc>
          <w:tcPr>
            <w:tcW w:w="2268" w:type="dxa"/>
          </w:tcPr>
          <w:p w14:paraId="7E4988F7" w14:textId="5A262C71" w:rsidR="00886497" w:rsidRPr="00342BCC" w:rsidRDefault="00886497" w:rsidP="002E159E">
            <w:pPr>
              <w:rPr>
                <w:rStyle w:val="bold"/>
              </w:rPr>
            </w:pPr>
            <w:r>
              <w:rPr>
                <w:rStyle w:val="bold"/>
              </w:rPr>
              <w:t>Recurrent?</w:t>
            </w:r>
          </w:p>
        </w:tc>
        <w:tc>
          <w:tcPr>
            <w:tcW w:w="2120" w:type="dxa"/>
          </w:tcPr>
          <w:p w14:paraId="661876CC" w14:textId="2778C660" w:rsidR="00886497" w:rsidRPr="00102F1E" w:rsidRDefault="004378EC" w:rsidP="002E159E">
            <w:sdt>
              <w:sdtPr>
                <w:id w:val="60053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4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6497">
              <w:t xml:space="preserve"> </w:t>
            </w:r>
            <w:r w:rsidR="00886497" w:rsidRPr="00EF637A">
              <w:t>Yes</w:t>
            </w:r>
            <w:r w:rsidR="00886497">
              <w:tab/>
            </w:r>
            <w:sdt>
              <w:sdtPr>
                <w:id w:val="92708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4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6497">
              <w:t xml:space="preserve"> </w:t>
            </w:r>
            <w:r w:rsidR="00886497" w:rsidRPr="00EF637A">
              <w:t>No</w:t>
            </w:r>
          </w:p>
        </w:tc>
      </w:tr>
    </w:tbl>
    <w:p w14:paraId="2EE3B8AC" w14:textId="77777777" w:rsidR="00886497" w:rsidRPr="00A96FED" w:rsidRDefault="00886497" w:rsidP="00886497">
      <w:pPr>
        <w:pStyle w:val="subNormal"/>
      </w:pPr>
    </w:p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8217"/>
        <w:gridCol w:w="1417"/>
      </w:tblGrid>
      <w:tr w:rsidR="00C97F30" w:rsidRPr="00A96FED" w14:paraId="66DF7FED" w14:textId="77777777" w:rsidTr="00D02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</w:trPr>
        <w:tc>
          <w:tcPr>
            <w:tcW w:w="8217" w:type="dxa"/>
          </w:tcPr>
          <w:p w14:paraId="0DCA7595" w14:textId="77777777" w:rsidR="00C97F30" w:rsidRPr="000D5BEA" w:rsidRDefault="00C97F30" w:rsidP="00F3353D">
            <w:r w:rsidRPr="00A96FED">
              <w:t>Subjects / check items</w:t>
            </w:r>
          </w:p>
        </w:tc>
        <w:tc>
          <w:tcPr>
            <w:tcW w:w="1417" w:type="dxa"/>
          </w:tcPr>
          <w:p w14:paraId="2B0D8024" w14:textId="77777777" w:rsidR="00C97F30" w:rsidRPr="000D5BEA" w:rsidRDefault="00C97F30" w:rsidP="00F3353D">
            <w:r w:rsidRPr="00A96FED">
              <w:t>Complete</w:t>
            </w:r>
          </w:p>
          <w:p w14:paraId="3FF9A298" w14:textId="77777777" w:rsidR="00C97F30" w:rsidRPr="000D5BEA" w:rsidRDefault="00C97F30" w:rsidP="00F3353D">
            <w:r w:rsidRPr="00A96FED">
              <w:t>Yes / No</w:t>
            </w:r>
          </w:p>
        </w:tc>
      </w:tr>
      <w:tr w:rsidR="00C97F30" w:rsidRPr="00A96FED" w14:paraId="686BB812" w14:textId="77777777" w:rsidTr="00D02043">
        <w:trPr>
          <w:trHeight w:val="19"/>
        </w:trPr>
        <w:tc>
          <w:tcPr>
            <w:tcW w:w="8217" w:type="dxa"/>
          </w:tcPr>
          <w:p w14:paraId="273B97B7" w14:textId="77777777" w:rsidR="00C97F30" w:rsidRPr="000D5BEA" w:rsidRDefault="00C97F30" w:rsidP="00F3353D">
            <w:pPr>
              <w:pStyle w:val="Tabletext"/>
            </w:pPr>
            <w:r w:rsidRPr="00A96FED">
              <w:t xml:space="preserve">General emergency and survival procedures </w:t>
            </w:r>
          </w:p>
        </w:tc>
        <w:tc>
          <w:tcPr>
            <w:tcW w:w="1417" w:type="dxa"/>
          </w:tcPr>
          <w:p w14:paraId="3438218C" w14:textId="77777777" w:rsidR="00C97F30" w:rsidRPr="00A96FED" w:rsidRDefault="00C97F30" w:rsidP="00F3353D">
            <w:pPr>
              <w:pStyle w:val="Tabletext"/>
            </w:pPr>
          </w:p>
        </w:tc>
      </w:tr>
      <w:tr w:rsidR="00C97F30" w:rsidRPr="00A96FED" w14:paraId="6EB206BF" w14:textId="77777777" w:rsidTr="00D02043">
        <w:trPr>
          <w:trHeight w:val="19"/>
        </w:trPr>
        <w:tc>
          <w:tcPr>
            <w:tcW w:w="8217" w:type="dxa"/>
          </w:tcPr>
          <w:p w14:paraId="07817DEF" w14:textId="77777777" w:rsidR="00C97F30" w:rsidRPr="000D5BEA" w:rsidRDefault="00C97F30" w:rsidP="00F3353D">
            <w:pPr>
              <w:pStyle w:val="Tabletext"/>
            </w:pPr>
            <w:r w:rsidRPr="00A96FED">
              <w:t>Aircraft evacuation procedures</w:t>
            </w:r>
          </w:p>
        </w:tc>
        <w:tc>
          <w:tcPr>
            <w:tcW w:w="1417" w:type="dxa"/>
          </w:tcPr>
          <w:p w14:paraId="0DC8E2D0" w14:textId="77777777" w:rsidR="00C97F30" w:rsidRPr="00A96FED" w:rsidRDefault="00C97F30" w:rsidP="00F3353D">
            <w:pPr>
              <w:pStyle w:val="Tabletext"/>
            </w:pPr>
          </w:p>
        </w:tc>
      </w:tr>
      <w:tr w:rsidR="00C97F30" w:rsidRPr="00A96FED" w14:paraId="21051DC6" w14:textId="77777777" w:rsidTr="00D02043">
        <w:trPr>
          <w:trHeight w:val="19"/>
        </w:trPr>
        <w:tc>
          <w:tcPr>
            <w:tcW w:w="8217" w:type="dxa"/>
          </w:tcPr>
          <w:p w14:paraId="3EB9CEA3" w14:textId="77777777" w:rsidR="00C97F30" w:rsidRPr="000D5BEA" w:rsidRDefault="00C97F30" w:rsidP="00F3353D">
            <w:pPr>
              <w:pStyle w:val="Tabletext"/>
            </w:pPr>
            <w:r w:rsidRPr="00A96FED">
              <w:t>Procedures for dealing with emergency situations</w:t>
            </w:r>
          </w:p>
        </w:tc>
        <w:tc>
          <w:tcPr>
            <w:tcW w:w="1417" w:type="dxa"/>
          </w:tcPr>
          <w:p w14:paraId="793929CA" w14:textId="77777777" w:rsidR="00C97F30" w:rsidRPr="00A96FED" w:rsidRDefault="00C97F30" w:rsidP="00F3353D">
            <w:pPr>
              <w:pStyle w:val="Tabletext"/>
            </w:pPr>
          </w:p>
        </w:tc>
      </w:tr>
      <w:tr w:rsidR="00C97F30" w:rsidRPr="00A96FED" w14:paraId="7234ADDB" w14:textId="77777777" w:rsidTr="00D02043">
        <w:trPr>
          <w:trHeight w:val="19"/>
        </w:trPr>
        <w:tc>
          <w:tcPr>
            <w:tcW w:w="8217" w:type="dxa"/>
          </w:tcPr>
          <w:p w14:paraId="5C540447" w14:textId="77777777" w:rsidR="00C97F30" w:rsidRPr="000D5BEA" w:rsidRDefault="00C97F30" w:rsidP="00F3353D">
            <w:pPr>
              <w:pStyle w:val="Tabletext"/>
            </w:pPr>
            <w:r w:rsidRPr="00A96FED">
              <w:t>Procedures for location, removal and use of safety equipment</w:t>
            </w:r>
          </w:p>
        </w:tc>
        <w:tc>
          <w:tcPr>
            <w:tcW w:w="1417" w:type="dxa"/>
          </w:tcPr>
          <w:p w14:paraId="1E34FF59" w14:textId="77777777" w:rsidR="00C97F30" w:rsidRPr="00A96FED" w:rsidRDefault="00C97F30" w:rsidP="00F3353D">
            <w:pPr>
              <w:pStyle w:val="Tabletext"/>
            </w:pPr>
          </w:p>
        </w:tc>
      </w:tr>
    </w:tbl>
    <w:p w14:paraId="6245388E" w14:textId="77777777" w:rsidR="00757EA2" w:rsidRDefault="00757EA2" w:rsidP="00757EA2">
      <w:pPr>
        <w:pStyle w:val="NotesBoxHeading"/>
      </w:pPr>
      <w:r>
        <w:t>Comments</w:t>
      </w:r>
    </w:p>
    <w:p w14:paraId="14978AD0" w14:textId="77777777" w:rsidR="00757EA2" w:rsidRDefault="00757EA2" w:rsidP="00757EA2">
      <w:pPr>
        <w:pStyle w:val="NotesBoxText"/>
      </w:pPr>
    </w:p>
    <w:p w14:paraId="14B4FE45" w14:textId="77777777" w:rsidR="00757EA2" w:rsidRDefault="00757EA2" w:rsidP="00757EA2">
      <w:pPr>
        <w:pStyle w:val="NotesBoxText"/>
      </w:pPr>
    </w:p>
    <w:p w14:paraId="7E8B5316" w14:textId="77777777" w:rsidR="00757EA2" w:rsidRDefault="00757EA2" w:rsidP="00757EA2">
      <w:pPr>
        <w:pStyle w:val="NotesBoxText"/>
      </w:pPr>
    </w:p>
    <w:p w14:paraId="41FF71C5" w14:textId="77777777" w:rsidR="00757EA2" w:rsidRDefault="00757EA2" w:rsidP="00757EA2">
      <w:pPr>
        <w:pStyle w:val="NotesBoxText"/>
      </w:pPr>
    </w:p>
    <w:p w14:paraId="7FBC794A" w14:textId="77777777" w:rsidR="00757EA2" w:rsidRDefault="00757EA2" w:rsidP="00757EA2">
      <w:pPr>
        <w:pStyle w:val="NotesBoxText"/>
      </w:pPr>
    </w:p>
    <w:p w14:paraId="7C860D35" w14:textId="77777777" w:rsidR="00757EA2" w:rsidRDefault="00757EA2" w:rsidP="00757EA2">
      <w:pPr>
        <w:spacing w:line="360" w:lineRule="auto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757EA2" w:rsidRPr="00916430" w14:paraId="31DAF7A7" w14:textId="77777777" w:rsidTr="002E159E">
        <w:trPr>
          <w:trHeight w:val="582"/>
        </w:trPr>
        <w:tc>
          <w:tcPr>
            <w:tcW w:w="2570" w:type="dxa"/>
          </w:tcPr>
          <w:p w14:paraId="3DB597E0" w14:textId="4D6B4FC5" w:rsidR="00757EA2" w:rsidRPr="00D642BC" w:rsidRDefault="00757EA2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Checker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A903C52" w14:textId="77777777" w:rsidR="00757EA2" w:rsidRPr="00FF4792" w:rsidRDefault="00757EA2" w:rsidP="002E159E">
            <w:pPr>
              <w:pStyle w:val="normalafterlisttable"/>
            </w:pPr>
          </w:p>
        </w:tc>
        <w:tc>
          <w:tcPr>
            <w:tcW w:w="807" w:type="dxa"/>
          </w:tcPr>
          <w:p w14:paraId="0A670EBA" w14:textId="77777777" w:rsidR="00757EA2" w:rsidRPr="00D642BC" w:rsidRDefault="00757EA2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2EACAFA4" w14:textId="77777777" w:rsidR="00757EA2" w:rsidRPr="00916430" w:rsidRDefault="00757EA2" w:rsidP="002E159E">
            <w:pPr>
              <w:pStyle w:val="normalafterlisttable"/>
            </w:pPr>
          </w:p>
        </w:tc>
      </w:tr>
      <w:tr w:rsidR="00757EA2" w:rsidRPr="00916430" w14:paraId="36675803" w14:textId="77777777" w:rsidTr="002E159E">
        <w:trPr>
          <w:trHeight w:val="582"/>
        </w:trPr>
        <w:tc>
          <w:tcPr>
            <w:tcW w:w="2570" w:type="dxa"/>
          </w:tcPr>
          <w:p w14:paraId="385B89AD" w14:textId="77777777" w:rsidR="00757EA2" w:rsidRPr="00D642BC" w:rsidRDefault="00757EA2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HOO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2ABD7AAE" w14:textId="77777777" w:rsidR="00757EA2" w:rsidRPr="00FF4792" w:rsidRDefault="00757EA2" w:rsidP="002E159E">
            <w:pPr>
              <w:pStyle w:val="normalafterlisttable"/>
            </w:pPr>
          </w:p>
        </w:tc>
        <w:tc>
          <w:tcPr>
            <w:tcW w:w="807" w:type="dxa"/>
          </w:tcPr>
          <w:p w14:paraId="42182DF7" w14:textId="77777777" w:rsidR="00757EA2" w:rsidRPr="00D642BC" w:rsidRDefault="00757EA2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34A844E2" w14:textId="77777777" w:rsidR="00757EA2" w:rsidRPr="00916430" w:rsidRDefault="00757EA2" w:rsidP="002E159E">
            <w:pPr>
              <w:pStyle w:val="normalafterlisttable"/>
            </w:pPr>
          </w:p>
        </w:tc>
      </w:tr>
    </w:tbl>
    <w:p w14:paraId="26A79F37" w14:textId="77777777" w:rsidR="00785AD0" w:rsidRPr="00785AD0" w:rsidRDefault="00785AD0" w:rsidP="00757EA2"/>
    <w:sectPr w:rsidR="00785AD0" w:rsidRPr="00785AD0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A870D" w14:textId="77777777" w:rsidR="00D532B9" w:rsidRDefault="00D532B9" w:rsidP="008E21DE">
      <w:pPr>
        <w:spacing w:before="0" w:after="0"/>
      </w:pPr>
      <w:r>
        <w:separator/>
      </w:r>
    </w:p>
    <w:p w14:paraId="61DBE19A" w14:textId="77777777" w:rsidR="00D532B9" w:rsidRDefault="00D532B9"/>
  </w:endnote>
  <w:endnote w:type="continuationSeparator" w:id="0">
    <w:p w14:paraId="56E46A28" w14:textId="77777777" w:rsidR="00D532B9" w:rsidRDefault="00D532B9" w:rsidP="008E21DE">
      <w:pPr>
        <w:spacing w:before="0" w:after="0"/>
      </w:pPr>
      <w:r>
        <w:continuationSeparator/>
      </w:r>
    </w:p>
    <w:p w14:paraId="13C9567A" w14:textId="77777777" w:rsidR="00D532B9" w:rsidRDefault="00D532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63C25" w14:textId="4F948C40" w:rsidR="00013309" w:rsidRPr="00500DA0" w:rsidRDefault="004378EC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2D07C78782444D32A8A1EE3E66E251A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85AD0">
          <w:rPr>
            <w:rFonts w:ascii="ArialMT" w:hAnsi="ArialMT" w:cs="ArialMT"/>
            <w:szCs w:val="16"/>
          </w:rPr>
          <w:t>Form A12 General emergency competency training course and competency check report form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DA42F" w14:textId="77777777" w:rsidR="00013309" w:rsidRDefault="00013309" w:rsidP="00013309">
    <w:pPr>
      <w:pStyle w:val="Footer"/>
    </w:pPr>
    <w:r>
      <w:t>Civil Aviation Safety Authority</w:t>
    </w:r>
  </w:p>
  <w:p w14:paraId="7C706C9F" w14:textId="63206FD6" w:rsidR="00013309" w:rsidRDefault="004378EC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85AD0">
          <w:rPr>
            <w:rFonts w:ascii="ArialMT" w:hAnsi="ArialMT" w:cs="ArialMT"/>
            <w:szCs w:val="16"/>
          </w:rPr>
          <w:t>Form A12 General emergency competency training course and competency check report form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785AD0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785AD0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00040FE5" w14:textId="77777777" w:rsidR="00013309" w:rsidRPr="00A365CA" w:rsidRDefault="004378EC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F759D4">
          <w:rPr>
            <w:color w:val="ED0000"/>
          </w:rPr>
          <w:t>Official</w:t>
        </w:r>
      </w:sdtContent>
    </w:sdt>
    <w:r w:rsidR="00463F67" w:rsidRPr="00F759D4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A7D4976" wp14:editId="63781246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62028A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7D4976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1062028A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9D94D" w14:textId="77777777" w:rsidR="00D532B9" w:rsidRPr="0022402E" w:rsidRDefault="00D532B9" w:rsidP="0022402E">
      <w:pPr>
        <w:spacing w:before="240"/>
        <w:rPr>
          <w:lang w:val="en-US"/>
        </w:rPr>
      </w:pPr>
      <w:r w:rsidRPr="00F759D4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5A55E545" w14:textId="77777777" w:rsidR="00D532B9" w:rsidRDefault="00D532B9" w:rsidP="008E21DE">
      <w:pPr>
        <w:spacing w:before="0" w:after="0"/>
      </w:pPr>
      <w:r>
        <w:continuationSeparator/>
      </w:r>
    </w:p>
    <w:p w14:paraId="2C496DBF" w14:textId="77777777" w:rsidR="00D532B9" w:rsidRDefault="00D532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1F9B4" w14:textId="77777777" w:rsidR="00DD684D" w:rsidRDefault="00DD684D" w:rsidP="00DD684D">
    <w:pPr>
      <w:pStyle w:val="Header"/>
    </w:pPr>
    <w:r>
      <w:t>ORGANISATION NAME/DETAILS</w:t>
    </w:r>
  </w:p>
  <w:p w14:paraId="37F537D2" w14:textId="77777777" w:rsidR="00013309" w:rsidRPr="00DD684D" w:rsidRDefault="004378EC" w:rsidP="00D02043">
    <w:pPr>
      <w:pStyle w:val="Header"/>
      <w:spacing w:after="120"/>
    </w:pPr>
    <w:r>
      <w:pict w14:anchorId="189014DE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C60F" w14:textId="77777777" w:rsidR="00463F67" w:rsidRPr="00F759D4" w:rsidRDefault="004378EC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F759D4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D0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2BCC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378EC"/>
    <w:rsid w:val="004572B7"/>
    <w:rsid w:val="004620EB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A7D1B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57EA2"/>
    <w:rsid w:val="00761DF2"/>
    <w:rsid w:val="0076765C"/>
    <w:rsid w:val="00782769"/>
    <w:rsid w:val="00785AD0"/>
    <w:rsid w:val="00792F0D"/>
    <w:rsid w:val="00795A1A"/>
    <w:rsid w:val="007969D7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86497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04D75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62DFC"/>
    <w:rsid w:val="00C75CAF"/>
    <w:rsid w:val="00C837F2"/>
    <w:rsid w:val="00C97F30"/>
    <w:rsid w:val="00CA2B08"/>
    <w:rsid w:val="00CA6BAF"/>
    <w:rsid w:val="00CF0836"/>
    <w:rsid w:val="00CF700D"/>
    <w:rsid w:val="00D02043"/>
    <w:rsid w:val="00D1117D"/>
    <w:rsid w:val="00D26448"/>
    <w:rsid w:val="00D420BF"/>
    <w:rsid w:val="00D532B9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5425D"/>
    <w:rsid w:val="00E67411"/>
    <w:rsid w:val="00E70E31"/>
    <w:rsid w:val="00E81736"/>
    <w:rsid w:val="00E819EA"/>
    <w:rsid w:val="00E9794A"/>
    <w:rsid w:val="00EF45F6"/>
    <w:rsid w:val="00F34BEE"/>
    <w:rsid w:val="00F759D4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582DE"/>
  <w15:chartTrackingRefBased/>
  <w15:docId w15:val="{5B539113-18DC-401E-997F-44D03ABC8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785AD0"/>
    <w:rPr>
      <w:kern w:val="32"/>
    </w:rPr>
  </w:style>
  <w:style w:type="paragraph" w:customStyle="1" w:styleId="Tabletext">
    <w:name w:val="Table text"/>
    <w:basedOn w:val="Normal"/>
    <w:qFormat/>
    <w:rsid w:val="00EF45F6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subNormal">
    <w:name w:val="subNormal"/>
    <w:basedOn w:val="Normal"/>
    <w:uiPriority w:val="19"/>
    <w:qFormat/>
    <w:rsid w:val="00EF45F6"/>
    <w:rPr>
      <w:sz w:val="16"/>
    </w:rPr>
  </w:style>
  <w:style w:type="paragraph" w:customStyle="1" w:styleId="normalafterlisttable">
    <w:name w:val="normal after list/table"/>
    <w:basedOn w:val="Normal"/>
    <w:uiPriority w:val="19"/>
    <w:qFormat/>
    <w:rsid w:val="00EF45F6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EF45F6"/>
    <w:rPr>
      <w:b/>
      <w:bCs/>
    </w:rPr>
  </w:style>
  <w:style w:type="table" w:customStyle="1" w:styleId="SD-MOStable">
    <w:name w:val="SD - MOS table"/>
    <w:basedOn w:val="TableNormal"/>
    <w:uiPriority w:val="99"/>
    <w:rsid w:val="00EF45F6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paragraph" w:customStyle="1" w:styleId="unHeading4">
    <w:name w:val="unHeading4"/>
    <w:basedOn w:val="Heading4"/>
    <w:uiPriority w:val="8"/>
    <w:qFormat/>
    <w:rsid w:val="00C97F30"/>
    <w:rPr>
      <w:rFonts w:asciiTheme="majorHAnsi" w:hAnsiTheme="majorHAnsi"/>
      <w:kern w:val="32"/>
      <w:szCs w:val="24"/>
    </w:rPr>
  </w:style>
  <w:style w:type="table" w:styleId="TableGridLight">
    <w:name w:val="Grid Table Light"/>
    <w:basedOn w:val="TableNormal"/>
    <w:uiPriority w:val="40"/>
    <w:rsid w:val="00B04D75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07C78782444D32A8A1EE3E66E25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B59F2-98CD-47D2-A37B-7A0F0020DCFA}"/>
      </w:docPartPr>
      <w:docPartBody>
        <w:p w:rsidR="006B7CC0" w:rsidRDefault="006B7CC0">
          <w:pPr>
            <w:pStyle w:val="2D07C78782444D32A8A1EE3E66E251A5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CC0"/>
    <w:rsid w:val="005A7D1B"/>
    <w:rsid w:val="006B7CC0"/>
    <w:rsid w:val="00C62DFC"/>
    <w:rsid w:val="00D26448"/>
    <w:rsid w:val="00E20E30"/>
    <w:rsid w:val="00EE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D07C78782444D32A8A1EE3E66E251A5">
    <w:name w:val="2D07C78782444D32A8A1EE3E66E251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schemas.microsoft.com/office/2006/metadata/properties"/>
    <ds:schemaRef ds:uri="09d1133f-994b-4ec9-8bcd-76b1f6ed9a8c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147bc000-5d24-4a58-bdb3-1d507d54dc98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7</TotalTime>
  <Pages>2</Pages>
  <Words>162</Words>
  <Characters>772</Characters>
  <Application>Microsoft Office Word</Application>
  <DocSecurity>0</DocSecurity>
  <Lines>42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A12 General emergency competency training course and competency check report form</vt:lpstr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A12 General emergency competency training course and competency check report form</dc:title>
  <dc:subject/>
  <dc:creator>Bartholomew, Tina</dc:creator>
  <cp:keywords/>
  <dc:description/>
  <cp:lastModifiedBy>Bartholomew, Tina</cp:lastModifiedBy>
  <cp:revision>12</cp:revision>
  <dcterms:created xsi:type="dcterms:W3CDTF">2025-11-24T00:35:00Z</dcterms:created>
  <dcterms:modified xsi:type="dcterms:W3CDTF">2025-11-25T04:54:00Z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NOS-2025-0046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